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558DEA9D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3005B0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WYKAZ OSÓB (WZÓR)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4FCBDFAF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5B51228D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FEE3C84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66F97FB5" w14:textId="77777777" w:rsidR="003005B0" w:rsidRPr="006B56FD" w:rsidRDefault="000855FF" w:rsidP="003005B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3005B0">
              <w:rPr>
                <w:rFonts w:asciiTheme="minorHAnsi" w:hAnsiTheme="minorHAnsi" w:cstheme="minorHAnsi"/>
                <w:b/>
              </w:rPr>
              <w:t>Białystok</w:t>
            </w:r>
          </w:p>
          <w:p w14:paraId="0CA53D1E" w14:textId="77777777" w:rsidR="003005B0" w:rsidRDefault="003005B0" w:rsidP="003005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15-950 Białystok</w:t>
            </w:r>
          </w:p>
          <w:p w14:paraId="014F11D1" w14:textId="3A264CC4" w:rsidR="000855FF" w:rsidRPr="000855FF" w:rsidRDefault="003005B0" w:rsidP="003005B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sz w:val="20"/>
              </w:rPr>
              <w:t xml:space="preserve">  ul. Elektryczna 13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04B7F3D6" w14:textId="77777777" w:rsidR="00E7152A" w:rsidRDefault="00E7152A" w:rsidP="00E7152A">
      <w:pPr>
        <w:jc w:val="both"/>
        <w:rPr>
          <w:rFonts w:ascii="Verdana" w:eastAsia="Verdana" w:hAnsi="Verdana" w:cs="Times New Roman"/>
        </w:rPr>
      </w:pPr>
    </w:p>
    <w:p w14:paraId="46E64279" w14:textId="36D45D22" w:rsidR="000855FF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5D6D4E4" w14:textId="70D68949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 w:rsidR="003005B0" w:rsidRPr="00EB6E7E">
        <w:rPr>
          <w:rFonts w:cstheme="minorHAnsi"/>
          <w:b/>
          <w:szCs w:val="18"/>
          <w:lang w:eastAsia="pl-PL"/>
        </w:rPr>
        <w:t>POST/DYS/OB/GZA/0</w:t>
      </w:r>
      <w:r w:rsidR="009F4175">
        <w:rPr>
          <w:rFonts w:cstheme="minorHAnsi"/>
          <w:b/>
          <w:szCs w:val="18"/>
          <w:lang w:eastAsia="pl-PL"/>
        </w:rPr>
        <w:t>252</w:t>
      </w:r>
      <w:r w:rsidR="004F45F0">
        <w:rPr>
          <w:rFonts w:cstheme="minorHAnsi"/>
          <w:b/>
          <w:szCs w:val="18"/>
          <w:lang w:eastAsia="pl-PL"/>
        </w:rPr>
        <w:t>4</w:t>
      </w:r>
      <w:r w:rsidR="003005B0" w:rsidRPr="00EB6E7E">
        <w:rPr>
          <w:rFonts w:cstheme="minorHAnsi"/>
          <w:b/>
          <w:szCs w:val="18"/>
          <w:lang w:eastAsia="pl-PL"/>
        </w:rPr>
        <w:t>/2025</w:t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 w:rsidR="004F45F0" w:rsidRPr="004F45F0">
        <w:rPr>
          <w:rFonts w:cstheme="minorHAnsi"/>
          <w:b/>
          <w:szCs w:val="18"/>
          <w:lang w:eastAsia="pl-PL"/>
        </w:rPr>
        <w:t xml:space="preserve">Opracowanie projektów budowlano-wykonawczych budowy sieci elektroenergetycznej </w:t>
      </w:r>
      <w:proofErr w:type="spellStart"/>
      <w:r w:rsidR="004F45F0" w:rsidRPr="004F45F0">
        <w:rPr>
          <w:rFonts w:cstheme="minorHAnsi"/>
          <w:b/>
          <w:szCs w:val="18"/>
          <w:lang w:eastAsia="pl-PL"/>
        </w:rPr>
        <w:t>nN</w:t>
      </w:r>
      <w:proofErr w:type="spellEnd"/>
      <w:r w:rsidR="004F45F0" w:rsidRPr="004F45F0">
        <w:rPr>
          <w:rFonts w:cstheme="minorHAnsi"/>
          <w:b/>
          <w:szCs w:val="18"/>
          <w:lang w:eastAsia="pl-PL"/>
        </w:rPr>
        <w:t xml:space="preserve"> na terenie działalności Rejonu Energetycznego Białystok Teren PGE Dystrybucja S.A. Oddział Białystok – 4 części</w:t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p w14:paraId="14817040" w14:textId="5937F0EE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02342C8" w14:textId="77777777" w:rsidR="000855FF" w:rsidRP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"/>
        <w:gridCol w:w="2694"/>
        <w:gridCol w:w="2409"/>
        <w:gridCol w:w="1843"/>
        <w:gridCol w:w="2268"/>
      </w:tblGrid>
      <w:tr w:rsidR="003005B0" w:rsidRPr="000855FF" w14:paraId="23C921CF" w14:textId="77777777" w:rsidTr="003005B0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0618090F" w14:textId="77777777" w:rsidR="003005B0" w:rsidRPr="002F4B1B" w:rsidRDefault="003005B0" w:rsidP="002F4B1B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3203201" w14:textId="77777777" w:rsidR="003005B0" w:rsidRPr="002F4B1B" w:rsidRDefault="003005B0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52B3AFC" w14:textId="77777777" w:rsidR="003005B0" w:rsidRPr="002F4B1B" w:rsidRDefault="003005B0" w:rsidP="002F4B1B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682C198" w14:textId="77777777" w:rsidR="003005B0" w:rsidRPr="002F4B1B" w:rsidRDefault="003005B0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149BB36" w14:textId="77777777" w:rsidR="003005B0" w:rsidRPr="002F4B1B" w:rsidRDefault="003005B0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</w:tr>
      <w:tr w:rsidR="003005B0" w:rsidRPr="000855FF" w14:paraId="78DE874D" w14:textId="77777777" w:rsidTr="000118A0">
        <w:trPr>
          <w:trHeight w:val="529"/>
        </w:trPr>
        <w:tc>
          <w:tcPr>
            <w:tcW w:w="9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62474" w14:textId="77DA2314" w:rsidR="003005B0" w:rsidRPr="009F4175" w:rsidRDefault="009F4175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lang w:eastAsia="pl-PL"/>
              </w:rPr>
            </w:pPr>
            <w:r w:rsidRPr="009F4175">
              <w:rPr>
                <w:rFonts w:cstheme="minorHAnsi"/>
                <w:lang w:eastAsia="pl-PL"/>
              </w:rPr>
              <w:t>co najmniej jedną osobą posiadającą uprawnienia do projektowania bez ograniczeń w specjalności instalacyjnej w zakresie sieci, instalacji i urządzeń elektrycznych i elektroenergetycznych, posiadającą aktualny wpis do Polskiej Izby Inżynierów</w:t>
            </w:r>
            <w:bookmarkStart w:id="6" w:name="_GoBack"/>
            <w:bookmarkEnd w:id="6"/>
            <w:r w:rsidRPr="009F4175">
              <w:rPr>
                <w:rFonts w:cstheme="minorHAnsi"/>
                <w:lang w:eastAsia="pl-PL"/>
              </w:rPr>
              <w:t xml:space="preserve"> Budownictwa</w:t>
            </w:r>
          </w:p>
        </w:tc>
      </w:tr>
      <w:tr w:rsidR="003005B0" w:rsidRPr="000855FF" w14:paraId="38DD3011" w14:textId="77777777" w:rsidTr="003005B0">
        <w:trPr>
          <w:trHeight w:val="56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8AA" w14:textId="456D399E" w:rsidR="003005B0" w:rsidRPr="000855FF" w:rsidRDefault="003005B0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69D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277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BC4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748D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3005B0" w:rsidRPr="000855FF" w14:paraId="087D85F7" w14:textId="77777777" w:rsidTr="003005B0">
        <w:trPr>
          <w:trHeight w:val="54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E155" w14:textId="7C834911" w:rsidR="003005B0" w:rsidRPr="000855FF" w:rsidRDefault="003005B0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3598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F82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D84D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ACAF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3005B0" w:rsidRPr="000855FF" w14:paraId="763A1268" w14:textId="77777777" w:rsidTr="003005B0">
        <w:trPr>
          <w:trHeight w:val="55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F71F" w14:textId="41891A63" w:rsidR="003005B0" w:rsidRPr="000855FF" w:rsidRDefault="003005B0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869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D06B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E7B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64B5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3005B0" w:rsidRPr="000855FF" w14:paraId="67F67CBB" w14:textId="77777777" w:rsidTr="003005B0">
        <w:trPr>
          <w:trHeight w:val="56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09A8" w14:textId="6A04AC2D" w:rsidR="003005B0" w:rsidRPr="000855FF" w:rsidRDefault="003005B0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3ED5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5230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C8FD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6BAD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5222CD7A" w14:textId="77777777" w:rsidR="000855FF" w:rsidRP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6A6A7D4C" w14:textId="11E27182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60541EFF" w14:textId="63994CDF" w:rsidR="000855FF" w:rsidRPr="000855F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1C092580" w14:textId="2F2144AA" w:rsidR="000855FF" w:rsidRPr="00A62B4C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06A1D2E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45F0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3B79263F" w14:textId="77777777" w:rsidR="004F45F0" w:rsidRDefault="004F45F0" w:rsidP="004F45F0">
          <w:pPr>
            <w:suppressAutoHyphens/>
            <w:ind w:right="187"/>
            <w:rPr>
              <w:sz w:val="16"/>
              <w:szCs w:val="16"/>
            </w:rPr>
          </w:pPr>
          <w:r w:rsidRPr="00EA7AEA">
            <w:rPr>
              <w:sz w:val="16"/>
              <w:szCs w:val="16"/>
            </w:rPr>
            <w:t xml:space="preserve">Opracowanie projektów budowlano-wykonawczych budowy sieci elektroenergetycznej </w:t>
          </w:r>
          <w:proofErr w:type="spellStart"/>
          <w:r w:rsidRPr="00EA7AEA">
            <w:rPr>
              <w:sz w:val="16"/>
              <w:szCs w:val="16"/>
            </w:rPr>
            <w:t>nN</w:t>
          </w:r>
          <w:proofErr w:type="spellEnd"/>
          <w:r w:rsidRPr="00EA7AEA">
            <w:rPr>
              <w:sz w:val="16"/>
              <w:szCs w:val="16"/>
            </w:rPr>
            <w:t xml:space="preserve"> na terenie działalności Rejonu Energetycznego Białystok Teren PGE Dystrybucja S.A. Oddział Białystok – 4 części</w:t>
          </w:r>
        </w:p>
        <w:p w14:paraId="31BD0A0A" w14:textId="77777777" w:rsidR="004F45F0" w:rsidRPr="006B2C28" w:rsidRDefault="004F45F0" w:rsidP="004F45F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P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OST/DYS/OB/GZA/02524</w:t>
          </w:r>
          <w:r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8AE7EC0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2"/>
  </w:num>
  <w:num w:numId="4">
    <w:abstractNumId w:val="20"/>
  </w:num>
  <w:num w:numId="5">
    <w:abstractNumId w:val="18"/>
  </w:num>
  <w:num w:numId="6">
    <w:abstractNumId w:val="18"/>
  </w:num>
  <w:num w:numId="7">
    <w:abstractNumId w:val="3"/>
  </w:num>
  <w:num w:numId="8">
    <w:abstractNumId w:val="27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6"/>
  </w:num>
  <w:num w:numId="14">
    <w:abstractNumId w:val="22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8"/>
  </w:num>
  <w:num w:numId="21">
    <w:abstractNumId w:val="1"/>
  </w:num>
  <w:num w:numId="22">
    <w:abstractNumId w:val="14"/>
  </w:num>
  <w:num w:numId="23">
    <w:abstractNumId w:val="10"/>
  </w:num>
  <w:num w:numId="24">
    <w:abstractNumId w:val="21"/>
  </w:num>
  <w:num w:numId="25">
    <w:abstractNumId w:val="25"/>
  </w:num>
  <w:num w:numId="26">
    <w:abstractNumId w:val="2"/>
  </w:num>
  <w:num w:numId="27">
    <w:abstractNumId w:val="24"/>
  </w:num>
  <w:num w:numId="28">
    <w:abstractNumId w:val="23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05B0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45F0"/>
    <w:rsid w:val="004F6B10"/>
    <w:rsid w:val="00520308"/>
    <w:rsid w:val="00535E9B"/>
    <w:rsid w:val="005453F1"/>
    <w:rsid w:val="00547564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F4175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2524 - Załącznik nr 8 do SWZ.docx</dmsv2BaseFileName>
    <dmsv2BaseDisplayName xmlns="http://schemas.microsoft.com/sharepoint/v3">2524 - Załącznik nr 8 do SWZ</dmsv2BaseDisplayName>
    <dmsv2SWPP2ObjectNumber xmlns="http://schemas.microsoft.com/sharepoint/v3">POST/DYS/OB/GZA/02524/2025                        </dmsv2SWPP2ObjectNumber>
    <dmsv2SWPP2SumMD5 xmlns="http://schemas.microsoft.com/sharepoint/v3">0d0d85e575cc0a8ec864beb5d1ba7e57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686332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22865917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00000001000700000000000e0000000a</dmsv2SWPP2ObjectDepartment>
    <dmsv2SWPP2ObjectName xmlns="http://schemas.microsoft.com/sharepoint/v3">Postępowanie</dmsv2SWPP2ObjectName>
    <_dlc_DocId xmlns="a19cb1c7-c5c7-46d4-85ae-d83685407bba">XD3KHSRJV2AP-1441292327-5402</_dlc_DocId>
    <_dlc_DocIdUrl xmlns="a19cb1c7-c5c7-46d4-85ae-d83685407bba">
      <Url>https://swpp2.dms.gkpge.pl/sites/38/_layouts/15/DocIdRedir.aspx?ID=XD3KHSRJV2AP-1441292327-5402</Url>
      <Description>XD3KHSRJV2AP-1441292327-5402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64FE765-BEED-4482-B43D-2116AEF0A612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611816B-5C2E-403C-9033-3A7569EA8D9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3F61C45-8642-4B0E-B08A-48DACFCB9019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73</TotalTime>
  <Pages>1</Pages>
  <Words>185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Niedźwiecki Adam [PGE Dystr. O.Białystok]</cp:lastModifiedBy>
  <cp:revision>18</cp:revision>
  <cp:lastPrinted>2024-07-15T11:21:00Z</cp:lastPrinted>
  <dcterms:created xsi:type="dcterms:W3CDTF">2025-01-15T13:15:00Z</dcterms:created>
  <dcterms:modified xsi:type="dcterms:W3CDTF">2025-07-05T10:36:00Z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0x01018910007218F5CA4627F940A904F08AFB692F3B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a648982d-aca3-4228-a793-2afd2b8c01b4</vt:lpwstr>
  </property>
</Properties>
</file>